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311585" w14:textId="77777777" w:rsidR="00A34831" w:rsidRDefault="00A34831" w:rsidP="00A34831">
      <w:pPr>
        <w:jc w:val="center"/>
        <w:rPr>
          <w:rFonts w:ascii="Arial" w:hAnsi="Arial" w:cs="Arial"/>
          <w:b/>
        </w:rPr>
      </w:pPr>
    </w:p>
    <w:p w14:paraId="26686F13" w14:textId="77777777" w:rsidR="00443D62" w:rsidRDefault="00443D62" w:rsidP="00A34831">
      <w:pPr>
        <w:jc w:val="center"/>
        <w:rPr>
          <w:rFonts w:ascii="Arial" w:hAnsi="Arial" w:cs="Arial"/>
          <w:b/>
          <w:szCs w:val="25"/>
        </w:rPr>
      </w:pPr>
    </w:p>
    <w:p w14:paraId="72A3D3EC" w14:textId="64AEDA7A" w:rsidR="00772D41" w:rsidRPr="00A34831" w:rsidRDefault="00355B0B" w:rsidP="00A34831">
      <w:pPr>
        <w:jc w:val="center"/>
        <w:rPr>
          <w:rFonts w:ascii="Arial" w:hAnsi="Arial" w:cs="Arial"/>
          <w:b/>
          <w:szCs w:val="25"/>
        </w:rPr>
      </w:pPr>
      <w:r>
        <w:rPr>
          <w:rFonts w:ascii="Arial" w:hAnsi="Arial" w:cs="Arial"/>
          <w:b/>
          <w:szCs w:val="25"/>
        </w:rPr>
        <w:t>RESULTADOS DA ORDEM DO DIA DA 34</w:t>
      </w:r>
      <w:r w:rsidR="00A34831" w:rsidRPr="00A34831">
        <w:rPr>
          <w:rFonts w:ascii="Arial" w:hAnsi="Arial" w:cs="Arial"/>
          <w:b/>
          <w:szCs w:val="25"/>
        </w:rPr>
        <w:t>ª SESSÃO ORDINÁRIA DO ANO DE 2018</w:t>
      </w:r>
    </w:p>
    <w:p w14:paraId="76C3A0C4" w14:textId="38C95C44" w:rsidR="00A34831" w:rsidRPr="00A34831" w:rsidRDefault="00355B0B" w:rsidP="00A34831">
      <w:pPr>
        <w:jc w:val="center"/>
        <w:rPr>
          <w:rFonts w:ascii="Arial" w:hAnsi="Arial" w:cs="Arial"/>
          <w:b/>
          <w:szCs w:val="25"/>
        </w:rPr>
      </w:pPr>
      <w:r>
        <w:rPr>
          <w:rFonts w:ascii="Arial" w:hAnsi="Arial" w:cs="Arial"/>
          <w:b/>
          <w:szCs w:val="25"/>
        </w:rPr>
        <w:t>24</w:t>
      </w:r>
      <w:r w:rsidR="00A34831" w:rsidRPr="00A34831">
        <w:rPr>
          <w:rFonts w:ascii="Arial" w:hAnsi="Arial" w:cs="Arial"/>
          <w:b/>
          <w:szCs w:val="25"/>
        </w:rPr>
        <w:t xml:space="preserve"> DE </w:t>
      </w:r>
      <w:proofErr w:type="gramStart"/>
      <w:r>
        <w:rPr>
          <w:rFonts w:ascii="Arial" w:hAnsi="Arial" w:cs="Arial"/>
          <w:b/>
          <w:szCs w:val="25"/>
        </w:rPr>
        <w:t>OUTUBRO</w:t>
      </w:r>
      <w:proofErr w:type="gramEnd"/>
      <w:r w:rsidR="00A34831" w:rsidRPr="00A34831">
        <w:rPr>
          <w:rFonts w:ascii="Arial" w:hAnsi="Arial" w:cs="Arial"/>
          <w:b/>
          <w:szCs w:val="25"/>
        </w:rPr>
        <w:t xml:space="preserve"> DE 2018 (QUARTA-FEIRA)</w:t>
      </w:r>
    </w:p>
    <w:p w14:paraId="2F054EDE" w14:textId="77777777" w:rsidR="00A34831" w:rsidRPr="00A34831" w:rsidRDefault="00A34831" w:rsidP="00A34831">
      <w:pPr>
        <w:jc w:val="center"/>
        <w:rPr>
          <w:rFonts w:ascii="Arial" w:hAnsi="Arial" w:cs="Arial"/>
          <w:b/>
        </w:rPr>
      </w:pPr>
    </w:p>
    <w:p w14:paraId="79AF5996" w14:textId="77777777" w:rsidR="00A34831" w:rsidRDefault="00A34831" w:rsidP="003E580C">
      <w:pPr>
        <w:spacing w:line="312" w:lineRule="auto"/>
        <w:ind w:left="284"/>
        <w:jc w:val="both"/>
        <w:rPr>
          <w:rFonts w:ascii="Arial" w:hAnsi="Arial" w:cs="Arial"/>
          <w:b/>
          <w:bCs/>
          <w:u w:val="single"/>
        </w:rPr>
      </w:pPr>
    </w:p>
    <w:p w14:paraId="582E06A7" w14:textId="690E3326" w:rsidR="00782A55" w:rsidRDefault="00782A55" w:rsidP="003E580C">
      <w:pPr>
        <w:spacing w:line="312" w:lineRule="auto"/>
        <w:ind w:left="284"/>
        <w:jc w:val="both"/>
        <w:rPr>
          <w:rFonts w:ascii="Arial" w:hAnsi="Arial" w:cs="Arial"/>
        </w:rPr>
      </w:pPr>
      <w:r w:rsidRPr="00772D41">
        <w:rPr>
          <w:rFonts w:ascii="Arial" w:hAnsi="Arial" w:cs="Arial"/>
          <w:b/>
          <w:bCs/>
          <w:u w:val="single"/>
        </w:rPr>
        <w:t xml:space="preserve">RELAÇÃO DE </w:t>
      </w:r>
      <w:r w:rsidR="002D1901">
        <w:rPr>
          <w:rFonts w:ascii="Arial" w:hAnsi="Arial" w:cs="Arial"/>
          <w:b/>
          <w:bCs/>
          <w:u w:val="single"/>
        </w:rPr>
        <w:t>MATÉRIAS</w:t>
      </w:r>
      <w:r w:rsidRPr="00772D41">
        <w:rPr>
          <w:rFonts w:ascii="Arial" w:hAnsi="Arial" w:cs="Arial"/>
          <w:b/>
          <w:bCs/>
          <w:u w:val="single"/>
        </w:rPr>
        <w:t xml:space="preserve"> </w:t>
      </w:r>
      <w:r w:rsidR="004E6B56">
        <w:rPr>
          <w:rFonts w:ascii="Arial" w:hAnsi="Arial" w:cs="Arial"/>
          <w:b/>
          <w:bCs/>
          <w:u w:val="single"/>
        </w:rPr>
        <w:t>APRECIADAS</w:t>
      </w:r>
      <w:r w:rsidRPr="00772D41">
        <w:rPr>
          <w:rFonts w:ascii="Arial" w:hAnsi="Arial" w:cs="Arial"/>
          <w:b/>
          <w:bCs/>
          <w:u w:val="single"/>
        </w:rPr>
        <w:t xml:space="preserve"> NA ORDEM DO DIA</w:t>
      </w:r>
      <w:r w:rsidRPr="00772D41">
        <w:rPr>
          <w:rFonts w:ascii="Arial" w:hAnsi="Arial" w:cs="Arial"/>
        </w:rPr>
        <w:t>:</w:t>
      </w:r>
    </w:p>
    <w:p w14:paraId="1512A03E" w14:textId="77777777" w:rsidR="004F07E3" w:rsidRPr="004F07E3" w:rsidRDefault="004F07E3" w:rsidP="003E580C">
      <w:pPr>
        <w:spacing w:line="312" w:lineRule="auto"/>
        <w:ind w:left="284"/>
        <w:jc w:val="both"/>
        <w:rPr>
          <w:rFonts w:ascii="Arial" w:hAnsi="Arial" w:cs="Arial"/>
          <w:sz w:val="14"/>
        </w:rPr>
      </w:pPr>
    </w:p>
    <w:p w14:paraId="1C177664" w14:textId="77777777" w:rsidR="00DD4293" w:rsidRDefault="00DD4293" w:rsidP="00DD4293">
      <w:pPr>
        <w:pStyle w:val="Default"/>
        <w:numPr>
          <w:ilvl w:val="0"/>
          <w:numId w:val="3"/>
        </w:numPr>
        <w:spacing w:before="120" w:line="312" w:lineRule="auto"/>
        <w:ind w:left="284" w:hanging="284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Discussão única do Projeto de Lei do Legislativo nº 56/2018.</w:t>
      </w:r>
    </w:p>
    <w:p w14:paraId="6E66DDFF" w14:textId="44D8EDED" w:rsidR="00BA4EF2" w:rsidRDefault="00BA4EF2" w:rsidP="00DD4293">
      <w:pPr>
        <w:spacing w:line="312" w:lineRule="auto"/>
        <w:ind w:left="284"/>
        <w:jc w:val="both"/>
        <w:rPr>
          <w:rFonts w:ascii="Arial" w:hAnsi="Arial" w:cs="Arial"/>
        </w:rPr>
      </w:pPr>
      <w:r w:rsidRPr="00BA4EF2">
        <w:rPr>
          <w:rFonts w:ascii="Arial" w:hAnsi="Arial" w:cs="Arial"/>
          <w:highlight w:val="green"/>
        </w:rPr>
        <w:t xml:space="preserve">(APROVADO. </w:t>
      </w:r>
      <w:proofErr w:type="spellStart"/>
      <w:r w:rsidRPr="00BA4EF2">
        <w:rPr>
          <w:rFonts w:ascii="Arial" w:hAnsi="Arial" w:cs="Arial"/>
          <w:highlight w:val="green"/>
        </w:rPr>
        <w:t>12F</w:t>
      </w:r>
      <w:proofErr w:type="spellEnd"/>
      <w:r w:rsidRPr="00BA4EF2">
        <w:rPr>
          <w:rFonts w:ascii="Arial" w:hAnsi="Arial" w:cs="Arial"/>
          <w:highlight w:val="green"/>
        </w:rPr>
        <w:t xml:space="preserve"> X </w:t>
      </w:r>
      <w:proofErr w:type="spellStart"/>
      <w:r w:rsidRPr="00BA4EF2">
        <w:rPr>
          <w:rFonts w:ascii="Arial" w:hAnsi="Arial" w:cs="Arial"/>
          <w:highlight w:val="green"/>
        </w:rPr>
        <w:t>0C</w:t>
      </w:r>
      <w:proofErr w:type="spellEnd"/>
      <w:r w:rsidRPr="00BA4EF2">
        <w:rPr>
          <w:rFonts w:ascii="Arial" w:hAnsi="Arial" w:cs="Arial"/>
          <w:highlight w:val="green"/>
        </w:rPr>
        <w:t>)</w:t>
      </w:r>
    </w:p>
    <w:p w14:paraId="4B259CCA" w14:textId="77777777" w:rsidR="00DD4293" w:rsidRPr="00E054EE" w:rsidRDefault="00DD4293" w:rsidP="00DD4293">
      <w:pPr>
        <w:spacing w:line="312" w:lineRule="auto"/>
        <w:ind w:left="284"/>
        <w:jc w:val="both"/>
        <w:rPr>
          <w:rFonts w:ascii="Arial" w:hAnsi="Arial" w:cs="Arial"/>
        </w:rPr>
      </w:pPr>
      <w:r w:rsidRPr="00BA6FAB">
        <w:rPr>
          <w:rFonts w:ascii="Arial" w:hAnsi="Arial" w:cs="Arial"/>
        </w:rPr>
        <w:t xml:space="preserve">OBRIGA </w:t>
      </w:r>
      <w:proofErr w:type="spellStart"/>
      <w:r w:rsidRPr="00BA6FAB">
        <w:rPr>
          <w:rFonts w:ascii="Arial" w:hAnsi="Arial" w:cs="Arial"/>
        </w:rPr>
        <w:t>PETSHOPS</w:t>
      </w:r>
      <w:proofErr w:type="spellEnd"/>
      <w:r w:rsidRPr="00BA6FAB">
        <w:rPr>
          <w:rFonts w:ascii="Arial" w:hAnsi="Arial" w:cs="Arial"/>
        </w:rPr>
        <w:t xml:space="preserve">, CLÍNICAS VETERINÁRIAS E ESTABELECIMENTOS SIMILARES A AFIXAREM CARTAZES SOBRE A PROIBIÇÃO DA VENDA E DISTRIBUIÇÃO DE </w:t>
      </w:r>
      <w:proofErr w:type="spellStart"/>
      <w:r w:rsidRPr="00BA6FAB">
        <w:rPr>
          <w:rFonts w:ascii="Arial" w:hAnsi="Arial" w:cs="Arial"/>
        </w:rPr>
        <w:t>ORGANOFOSFORADOS</w:t>
      </w:r>
      <w:proofErr w:type="spellEnd"/>
      <w:r w:rsidRPr="00BA6FAB">
        <w:rPr>
          <w:rFonts w:ascii="Arial" w:hAnsi="Arial" w:cs="Arial"/>
        </w:rPr>
        <w:t xml:space="preserve"> E </w:t>
      </w:r>
      <w:proofErr w:type="spellStart"/>
      <w:r w:rsidRPr="00BA6FAB">
        <w:rPr>
          <w:rFonts w:ascii="Arial" w:hAnsi="Arial" w:cs="Arial"/>
        </w:rPr>
        <w:t>CARBAMATOS</w:t>
      </w:r>
      <w:proofErr w:type="spellEnd"/>
      <w:r w:rsidRPr="00BA6FAB">
        <w:rPr>
          <w:rFonts w:ascii="Arial" w:hAnsi="Arial" w:cs="Arial"/>
        </w:rPr>
        <w:t>, PRODUTOS POPULARMENTE CONHECIDOS COMO "CHUMBINHO", E DÁ OUTRAS PROVIDÊNCIAS.</w:t>
      </w:r>
    </w:p>
    <w:p w14:paraId="7CFCCFA4" w14:textId="77777777" w:rsidR="00DD4293" w:rsidRDefault="00DD4293" w:rsidP="00DD4293">
      <w:pPr>
        <w:spacing w:line="312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AUTORIA: VEREADORA SÔNIA PATAS DA AMIZADE.</w:t>
      </w:r>
    </w:p>
    <w:p w14:paraId="09B6B3C1" w14:textId="77777777" w:rsidR="00DD4293" w:rsidRDefault="00DD4293" w:rsidP="00DD4293">
      <w:pPr>
        <w:spacing w:line="312" w:lineRule="auto"/>
        <w:ind w:left="284"/>
        <w:jc w:val="both"/>
        <w:rPr>
          <w:rFonts w:ascii="Arial" w:hAnsi="Arial" w:cs="Arial"/>
        </w:rPr>
      </w:pPr>
    </w:p>
    <w:p w14:paraId="411A9941" w14:textId="77777777" w:rsidR="00DD4293" w:rsidRDefault="00DD4293" w:rsidP="00DD4293">
      <w:pPr>
        <w:pStyle w:val="Default"/>
        <w:numPr>
          <w:ilvl w:val="0"/>
          <w:numId w:val="3"/>
        </w:numPr>
        <w:spacing w:before="120" w:line="312" w:lineRule="auto"/>
        <w:ind w:left="284" w:hanging="284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Discussão única do Projeto de Lei do Executivo nº 13/2018.</w:t>
      </w:r>
    </w:p>
    <w:p w14:paraId="76648A37" w14:textId="186F3E55" w:rsidR="00BA4EF2" w:rsidRDefault="00BA4EF2" w:rsidP="00DD4293">
      <w:pPr>
        <w:spacing w:line="312" w:lineRule="auto"/>
        <w:ind w:left="284"/>
        <w:jc w:val="both"/>
        <w:rPr>
          <w:rFonts w:ascii="Arial" w:hAnsi="Arial" w:cs="Arial"/>
        </w:rPr>
      </w:pPr>
      <w:r w:rsidRPr="00BA4EF2">
        <w:rPr>
          <w:rFonts w:ascii="Arial" w:hAnsi="Arial" w:cs="Arial"/>
          <w:highlight w:val="green"/>
        </w:rPr>
        <w:t xml:space="preserve">(APROVADO. </w:t>
      </w:r>
      <w:proofErr w:type="spellStart"/>
      <w:r w:rsidRPr="00BA4EF2">
        <w:rPr>
          <w:rFonts w:ascii="Arial" w:hAnsi="Arial" w:cs="Arial"/>
          <w:highlight w:val="green"/>
        </w:rPr>
        <w:t>12F</w:t>
      </w:r>
      <w:proofErr w:type="spellEnd"/>
      <w:r w:rsidRPr="00BA4EF2">
        <w:rPr>
          <w:rFonts w:ascii="Arial" w:hAnsi="Arial" w:cs="Arial"/>
          <w:highlight w:val="green"/>
        </w:rPr>
        <w:t xml:space="preserve"> X </w:t>
      </w:r>
      <w:proofErr w:type="spellStart"/>
      <w:r w:rsidRPr="00BA4EF2">
        <w:rPr>
          <w:rFonts w:ascii="Arial" w:hAnsi="Arial" w:cs="Arial"/>
          <w:highlight w:val="green"/>
        </w:rPr>
        <w:t>0C</w:t>
      </w:r>
      <w:proofErr w:type="spellEnd"/>
      <w:r w:rsidRPr="00BA4EF2">
        <w:rPr>
          <w:rFonts w:ascii="Arial" w:hAnsi="Arial" w:cs="Arial"/>
          <w:highlight w:val="green"/>
        </w:rPr>
        <w:t xml:space="preserve">. APROVADAS: SUBEMENDA Nº 01 À EMENDA Nº 01, </w:t>
      </w:r>
      <w:r w:rsidR="005722EE">
        <w:rPr>
          <w:rFonts w:ascii="Arial" w:hAnsi="Arial" w:cs="Arial"/>
          <w:highlight w:val="green"/>
        </w:rPr>
        <w:t xml:space="preserve">E </w:t>
      </w:r>
      <w:r w:rsidRPr="00BA4EF2">
        <w:rPr>
          <w:rFonts w:ascii="Arial" w:hAnsi="Arial" w:cs="Arial"/>
          <w:highlight w:val="green"/>
        </w:rPr>
        <w:t xml:space="preserve">EMENDAS </w:t>
      </w:r>
      <w:proofErr w:type="spellStart"/>
      <w:r w:rsidRPr="00BA4EF2">
        <w:rPr>
          <w:rFonts w:ascii="Arial" w:hAnsi="Arial" w:cs="Arial"/>
          <w:highlight w:val="green"/>
        </w:rPr>
        <w:t>NºS</w:t>
      </w:r>
      <w:proofErr w:type="spellEnd"/>
      <w:r w:rsidRPr="00BA4EF2">
        <w:rPr>
          <w:rFonts w:ascii="Arial" w:hAnsi="Arial" w:cs="Arial"/>
          <w:highlight w:val="green"/>
        </w:rPr>
        <w:t xml:space="preserve"> 01, 03 E 05)</w:t>
      </w:r>
      <w:bookmarkStart w:id="0" w:name="_GoBack"/>
      <w:bookmarkEnd w:id="0"/>
    </w:p>
    <w:p w14:paraId="3476178C" w14:textId="072C5B54" w:rsidR="00DD4293" w:rsidRDefault="00DD4293" w:rsidP="00DD4293">
      <w:pPr>
        <w:spacing w:line="312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ALTERA A LEI Nº 5.160, DE 14 DE FEVEREIRO DE 2008, QUE “ESTABELECE DIRETRIZES E NORMAS DA POLÍTICA MUNICIPAL DE HABITAÇÃO – </w:t>
      </w:r>
      <w:proofErr w:type="spellStart"/>
      <w:r>
        <w:rPr>
          <w:rFonts w:ascii="Arial" w:hAnsi="Arial" w:cs="Arial"/>
        </w:rPr>
        <w:t>PMH</w:t>
      </w:r>
      <w:proofErr w:type="spellEnd"/>
      <w:r>
        <w:rPr>
          <w:rFonts w:ascii="Arial" w:hAnsi="Arial" w:cs="Arial"/>
        </w:rPr>
        <w:t xml:space="preserve">, CRIA O CONSELHO MUNICIPAL DE HABITAÇÃO DE INTERESSE SOCIAL – </w:t>
      </w:r>
      <w:proofErr w:type="spellStart"/>
      <w:r>
        <w:rPr>
          <w:rFonts w:ascii="Arial" w:hAnsi="Arial" w:cs="Arial"/>
        </w:rPr>
        <w:t>CMHIS</w:t>
      </w:r>
      <w:proofErr w:type="spellEnd"/>
      <w:r>
        <w:rPr>
          <w:rFonts w:ascii="Arial" w:hAnsi="Arial" w:cs="Arial"/>
        </w:rPr>
        <w:t xml:space="preserve"> E DÁ OUTRAS PROVIDÊNCIAS”. </w:t>
      </w:r>
    </w:p>
    <w:p w14:paraId="317233E5" w14:textId="77777777" w:rsidR="00DD4293" w:rsidRDefault="00DD4293" w:rsidP="00DD4293">
      <w:pPr>
        <w:spacing w:line="312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AUTORIA: PREFEITO MUNICIPAL IZAÍAS JOSÉ DE SANTANA.</w:t>
      </w:r>
    </w:p>
    <w:p w14:paraId="5D2A36DF" w14:textId="77777777" w:rsidR="00355266" w:rsidRDefault="00355266" w:rsidP="003E580C">
      <w:pPr>
        <w:spacing w:line="312" w:lineRule="auto"/>
        <w:jc w:val="both"/>
        <w:rPr>
          <w:rFonts w:ascii="Arial" w:hAnsi="Arial" w:cs="Arial"/>
          <w:sz w:val="21"/>
          <w:szCs w:val="21"/>
        </w:rPr>
      </w:pPr>
    </w:p>
    <w:p w14:paraId="2381E236" w14:textId="77777777" w:rsidR="00E82574" w:rsidRPr="007A1638" w:rsidRDefault="00782A55" w:rsidP="004F07E3">
      <w:pPr>
        <w:spacing w:line="312" w:lineRule="auto"/>
        <w:jc w:val="right"/>
        <w:rPr>
          <w:rFonts w:ascii="Arial" w:hAnsi="Arial" w:cs="Arial"/>
          <w:sz w:val="21"/>
          <w:szCs w:val="21"/>
        </w:rPr>
      </w:pPr>
      <w:r w:rsidRPr="007A1638">
        <w:rPr>
          <w:rFonts w:ascii="Arial" w:hAnsi="Arial" w:cs="Arial"/>
          <w:sz w:val="21"/>
          <w:szCs w:val="21"/>
        </w:rPr>
        <w:t>Atenciosamente,</w:t>
      </w:r>
    </w:p>
    <w:p w14:paraId="4101652C" w14:textId="77777777" w:rsidR="00782A55" w:rsidRPr="007A1638" w:rsidRDefault="00782A55" w:rsidP="004F07E3">
      <w:pPr>
        <w:spacing w:line="312" w:lineRule="auto"/>
        <w:jc w:val="right"/>
        <w:rPr>
          <w:rFonts w:ascii="Arial" w:hAnsi="Arial" w:cs="Arial"/>
          <w:sz w:val="21"/>
          <w:szCs w:val="21"/>
        </w:rPr>
      </w:pPr>
    </w:p>
    <w:p w14:paraId="1299C43A" w14:textId="77777777" w:rsidR="00A64D1D" w:rsidRDefault="00A64D1D" w:rsidP="004F07E3">
      <w:pPr>
        <w:spacing w:line="312" w:lineRule="auto"/>
        <w:jc w:val="right"/>
        <w:rPr>
          <w:rFonts w:ascii="Arial" w:hAnsi="Arial" w:cs="Arial"/>
          <w:b/>
          <w:bCs/>
          <w:caps/>
          <w:sz w:val="21"/>
          <w:szCs w:val="21"/>
        </w:rPr>
      </w:pPr>
    </w:p>
    <w:p w14:paraId="50A8AD46" w14:textId="77777777" w:rsidR="004D3D15" w:rsidRDefault="004D3D15" w:rsidP="004F07E3">
      <w:pPr>
        <w:spacing w:line="312" w:lineRule="auto"/>
        <w:jc w:val="right"/>
        <w:rPr>
          <w:rFonts w:ascii="Arial" w:hAnsi="Arial" w:cs="Arial"/>
          <w:b/>
          <w:bCs/>
          <w:caps/>
          <w:sz w:val="21"/>
          <w:szCs w:val="21"/>
        </w:rPr>
      </w:pPr>
    </w:p>
    <w:p w14:paraId="4E47B0E1" w14:textId="3A17E5FD" w:rsidR="00327C05" w:rsidRPr="007A1638" w:rsidRDefault="002B60B2" w:rsidP="004F07E3">
      <w:pPr>
        <w:jc w:val="right"/>
        <w:rPr>
          <w:rFonts w:ascii="Arial" w:hAnsi="Arial" w:cs="Arial"/>
          <w:b/>
          <w:bCs/>
          <w:caps/>
          <w:sz w:val="21"/>
          <w:szCs w:val="21"/>
        </w:rPr>
      </w:pPr>
      <w:r>
        <w:rPr>
          <w:rFonts w:ascii="Arial" w:hAnsi="Arial" w:cs="Arial"/>
          <w:b/>
          <w:bCs/>
          <w:caps/>
          <w:sz w:val="21"/>
          <w:szCs w:val="21"/>
        </w:rPr>
        <w:t>MARIA AUXILIADORA DE LIMA REQUENA</w:t>
      </w:r>
    </w:p>
    <w:p w14:paraId="41DEF280" w14:textId="1CE627DA" w:rsidR="002B60B2" w:rsidRDefault="002B60B2" w:rsidP="004F07E3">
      <w:pPr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Secretári</w:t>
      </w:r>
      <w:r w:rsidR="00443D62"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>-Diretor</w:t>
      </w:r>
      <w:r w:rsidR="00443D62">
        <w:rPr>
          <w:rFonts w:ascii="Arial" w:hAnsi="Arial" w:cs="Arial"/>
          <w:sz w:val="21"/>
          <w:szCs w:val="21"/>
        </w:rPr>
        <w:t>a</w:t>
      </w:r>
      <w:r>
        <w:rPr>
          <w:rFonts w:ascii="Arial" w:hAnsi="Arial" w:cs="Arial"/>
          <w:sz w:val="21"/>
          <w:szCs w:val="21"/>
        </w:rPr>
        <w:t xml:space="preserve"> Administrativ</w:t>
      </w:r>
      <w:r w:rsidR="00443D62">
        <w:rPr>
          <w:rFonts w:ascii="Arial" w:hAnsi="Arial" w:cs="Arial"/>
          <w:sz w:val="21"/>
          <w:szCs w:val="21"/>
        </w:rPr>
        <w:t>a</w:t>
      </w:r>
    </w:p>
    <w:p w14:paraId="01E368B7" w14:textId="2938A856" w:rsidR="00277FAA" w:rsidRPr="002B60B2" w:rsidRDefault="002B60B2" w:rsidP="004F07E3">
      <w:pPr>
        <w:jc w:val="right"/>
        <w:rPr>
          <w:rFonts w:ascii="Arial" w:hAnsi="Arial" w:cs="Arial"/>
          <w:sz w:val="18"/>
          <w:szCs w:val="18"/>
        </w:rPr>
      </w:pPr>
      <w:proofErr w:type="gramStart"/>
      <w:r w:rsidRPr="002B60B2">
        <w:rPr>
          <w:rFonts w:ascii="Arial" w:hAnsi="Arial" w:cs="Arial"/>
          <w:sz w:val="18"/>
          <w:szCs w:val="18"/>
        </w:rPr>
        <w:t>no</w:t>
      </w:r>
      <w:proofErr w:type="gramEnd"/>
      <w:r w:rsidRPr="002B60B2">
        <w:rPr>
          <w:rFonts w:ascii="Arial" w:hAnsi="Arial" w:cs="Arial"/>
          <w:sz w:val="18"/>
          <w:szCs w:val="18"/>
        </w:rPr>
        <w:t xml:space="preserve"> exercício da Direção Legislativa</w:t>
      </w:r>
    </w:p>
    <w:sectPr w:rsidR="00277FAA" w:rsidRPr="002B60B2" w:rsidSect="0028757F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2268" w:right="709" w:bottom="1134" w:left="170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C12051" w14:textId="77777777" w:rsidR="00094960" w:rsidRDefault="00094960">
      <w:r>
        <w:separator/>
      </w:r>
    </w:p>
  </w:endnote>
  <w:endnote w:type="continuationSeparator" w:id="0">
    <w:p w14:paraId="18A39EB0" w14:textId="77777777" w:rsidR="00094960" w:rsidRDefault="00094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8201A3" w14:textId="77777777"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62E9A3" w14:textId="77777777" w:rsidR="004F1BDA" w:rsidRDefault="004F1BDA" w:rsidP="004F1BD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8B279E" w14:textId="77777777" w:rsidR="00094960" w:rsidRDefault="00094960">
      <w:r>
        <w:separator/>
      </w:r>
    </w:p>
  </w:footnote>
  <w:footnote w:type="continuationSeparator" w:id="0">
    <w:p w14:paraId="421931E2" w14:textId="77777777" w:rsidR="00094960" w:rsidRDefault="000949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292FF2" w14:textId="12E7EDFF" w:rsidR="00CA6856" w:rsidRDefault="00200FC4" w:rsidP="00CA6856">
    <w:pPr>
      <w:tabs>
        <w:tab w:val="left" w:pos="2835"/>
      </w:tabs>
      <w:jc w:val="right"/>
      <w:rPr>
        <w:rFonts w:ascii="Arial" w:hAnsi="Arial" w:cs="Arial"/>
        <w:b/>
        <w:bCs/>
        <w:sz w:val="22"/>
        <w:szCs w:val="22"/>
      </w:rPr>
    </w:pPr>
    <w:r w:rsidRPr="009F7D1A">
      <w:rPr>
        <w:rFonts w:ascii="Arial" w:hAnsi="Arial" w:cs="Arial"/>
        <w:b/>
        <w:bCs/>
        <w:sz w:val="22"/>
        <w:szCs w:val="22"/>
      </w:rPr>
      <w:t xml:space="preserve">ORDEM DO DIA DA </w:t>
    </w:r>
    <w:r w:rsidR="00BD0260">
      <w:rPr>
        <w:rFonts w:ascii="Arial" w:hAnsi="Arial" w:cs="Arial"/>
        <w:b/>
        <w:bCs/>
        <w:sz w:val="22"/>
        <w:szCs w:val="22"/>
      </w:rPr>
      <w:t>2</w:t>
    </w:r>
    <w:r w:rsidR="001512EB">
      <w:rPr>
        <w:rFonts w:ascii="Arial" w:hAnsi="Arial" w:cs="Arial"/>
        <w:b/>
        <w:bCs/>
        <w:sz w:val="22"/>
        <w:szCs w:val="22"/>
      </w:rPr>
      <w:t>7</w:t>
    </w:r>
    <w:r w:rsidR="00AA7FB7">
      <w:rPr>
        <w:rFonts w:ascii="Arial" w:hAnsi="Arial" w:cs="Arial"/>
        <w:b/>
        <w:bCs/>
        <w:sz w:val="22"/>
        <w:szCs w:val="22"/>
      </w:rPr>
      <w:t>ª</w:t>
    </w:r>
    <w:r w:rsidRPr="009F7D1A">
      <w:rPr>
        <w:rFonts w:ascii="Arial" w:hAnsi="Arial" w:cs="Arial"/>
        <w:b/>
        <w:bCs/>
        <w:sz w:val="22"/>
        <w:szCs w:val="22"/>
      </w:rPr>
      <w:t xml:space="preserve"> S</w:t>
    </w:r>
    <w:r w:rsidR="005A1E96">
      <w:rPr>
        <w:rFonts w:ascii="Arial" w:hAnsi="Arial" w:cs="Arial"/>
        <w:b/>
        <w:bCs/>
        <w:sz w:val="22"/>
        <w:szCs w:val="22"/>
      </w:rPr>
      <w:t>.</w:t>
    </w:r>
    <w:r w:rsidRPr="009F7D1A">
      <w:rPr>
        <w:rFonts w:ascii="Arial" w:hAnsi="Arial" w:cs="Arial"/>
        <w:b/>
        <w:bCs/>
        <w:sz w:val="22"/>
        <w:szCs w:val="22"/>
      </w:rPr>
      <w:t>O</w:t>
    </w:r>
    <w:r w:rsidR="005A1E96">
      <w:rPr>
        <w:rFonts w:ascii="Arial" w:hAnsi="Arial" w:cs="Arial"/>
        <w:b/>
        <w:bCs/>
        <w:sz w:val="22"/>
        <w:szCs w:val="22"/>
      </w:rPr>
      <w:t xml:space="preserve">. </w:t>
    </w:r>
    <w:r w:rsidR="00094490" w:rsidRPr="00CA6856">
      <w:rPr>
        <w:rFonts w:ascii="Arial" w:hAnsi="Arial" w:cs="Arial"/>
        <w:b/>
        <w:noProof/>
        <w:sz w:val="40"/>
        <w:u w:val="single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68B0B72C" wp14:editId="07777777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FAB48D" w14:textId="77777777" w:rsidR="00D2072E" w:rsidRPr="00EB04D6" w:rsidRDefault="00D33691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B0B72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36.1pt;margin-top:27.5pt;width:41.95pt;height:9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" o:allowincell="f" filled="f" stroked="f">
              <v:textbox inset="0,0,0,0">
                <w:txbxContent>
                  <w:p w14:paraId="7CFAB48D" w14:textId="77777777" w:rsidR="00D2072E" w:rsidRPr="00EB04D6" w:rsidRDefault="00D33691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SL</w:t>
                    </w:r>
                  </w:p>
                </w:txbxContent>
              </v:textbox>
            </v:shape>
          </w:pict>
        </mc:Fallback>
      </mc:AlternateContent>
    </w:r>
    <w:r w:rsidR="00094490" w:rsidRPr="00CA6856">
      <w:rPr>
        <w:rFonts w:ascii="Arial" w:hAnsi="Arial" w:cs="Arial"/>
        <w:b/>
        <w:noProof/>
        <w:u w:val="single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BC8EE49" wp14:editId="0777777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ED9553" w14:textId="77777777"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4F42D03F" w14:textId="77777777"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C8EE49" id="Text Box 1" o:spid="_x0000_s1027" type="#_x0000_t202" style="position:absolute;left:0;text-align:left;margin-left:80.8pt;margin-top:7.65pt;width:394pt;height:43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" o:allowincell="f" filled="f" stroked="f">
              <v:textbox inset="0,0,0,0">
                <w:txbxContent>
                  <w:p w14:paraId="2EED9553" w14:textId="77777777"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4F42D03F" w14:textId="77777777"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 w:rsidR="00094490" w:rsidRPr="00CA6856">
      <w:rPr>
        <w:rFonts w:ascii="Arial" w:hAnsi="Arial" w:cs="Arial"/>
        <w:b/>
        <w:noProof/>
        <w:u w:val="single"/>
      </w:rPr>
      <w:drawing>
        <wp:anchor distT="0" distB="0" distL="114300" distR="114300" simplePos="0" relativeHeight="251658752" behindDoc="0" locked="0" layoutInCell="0" allowOverlap="1" wp14:anchorId="3566F32F" wp14:editId="07777777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9" name="Imagem 2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2CEA">
      <w:rPr>
        <w:rFonts w:ascii="Arial" w:hAnsi="Arial" w:cs="Arial"/>
        <w:b/>
        <w:bCs/>
        <w:sz w:val="22"/>
        <w:szCs w:val="22"/>
      </w:rPr>
      <w:t>–</w:t>
    </w:r>
    <w:r w:rsidR="00AA7FB7">
      <w:rPr>
        <w:rFonts w:ascii="Arial" w:hAnsi="Arial" w:cs="Arial"/>
        <w:b/>
        <w:bCs/>
        <w:sz w:val="22"/>
        <w:szCs w:val="22"/>
      </w:rPr>
      <w:t xml:space="preserve"> </w:t>
    </w:r>
    <w:r w:rsidR="001512EB">
      <w:rPr>
        <w:rFonts w:ascii="Arial" w:hAnsi="Arial" w:cs="Arial"/>
        <w:b/>
        <w:bCs/>
        <w:sz w:val="22"/>
        <w:szCs w:val="22"/>
      </w:rPr>
      <w:t>05/09</w:t>
    </w:r>
    <w:r w:rsidR="00AA7FB7">
      <w:rPr>
        <w:rFonts w:ascii="Arial" w:hAnsi="Arial" w:cs="Arial"/>
        <w:b/>
        <w:bCs/>
        <w:sz w:val="22"/>
        <w:szCs w:val="22"/>
      </w:rPr>
      <w:t>/2018 -</w:t>
    </w:r>
    <w:r w:rsidR="00E82574">
      <w:rPr>
        <w:rFonts w:ascii="Arial" w:hAnsi="Arial" w:cs="Arial"/>
        <w:b/>
        <w:bCs/>
        <w:sz w:val="22"/>
        <w:szCs w:val="22"/>
      </w:rPr>
      <w:t xml:space="preserve"> </w:t>
    </w:r>
    <w:proofErr w:type="spellStart"/>
    <w:r w:rsidR="00E82574">
      <w:rPr>
        <w:rFonts w:ascii="Arial" w:hAnsi="Arial" w:cs="Arial"/>
        <w:b/>
        <w:bCs/>
        <w:sz w:val="22"/>
        <w:szCs w:val="22"/>
      </w:rPr>
      <w:t>fls</w:t>
    </w:r>
    <w:proofErr w:type="spellEnd"/>
    <w:r w:rsidR="00E82574">
      <w:rPr>
        <w:rFonts w:ascii="Arial" w:hAnsi="Arial" w:cs="Arial"/>
        <w:b/>
        <w:bCs/>
        <w:sz w:val="22"/>
        <w:szCs w:val="22"/>
      </w:rPr>
      <w:t xml:space="preserve"> 02/02</w:t>
    </w:r>
  </w:p>
  <w:p w14:paraId="4DDBEF00" w14:textId="77777777" w:rsidR="00E82574" w:rsidRDefault="00E82574" w:rsidP="00CA6856">
    <w:pPr>
      <w:tabs>
        <w:tab w:val="left" w:pos="2835"/>
      </w:tabs>
      <w:jc w:val="right"/>
      <w:rPr>
        <w:rFonts w:ascii="Arial" w:hAnsi="Arial" w:cs="Arial"/>
        <w:b/>
        <w:bCs/>
        <w:sz w:val="22"/>
        <w:szCs w:val="22"/>
      </w:rPr>
    </w:pPr>
  </w:p>
  <w:p w14:paraId="3461D779" w14:textId="77777777" w:rsidR="00E82574" w:rsidRPr="00CA6856" w:rsidRDefault="00E82574" w:rsidP="00CA6856">
    <w:pPr>
      <w:tabs>
        <w:tab w:val="left" w:pos="2835"/>
      </w:tabs>
      <w:jc w:val="right"/>
      <w:rPr>
        <w:rFonts w:ascii="Arial" w:hAnsi="Arial" w:cs="Arial"/>
        <w:b/>
        <w:sz w:val="22"/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2950DF" w14:textId="77777777" w:rsidR="00E82574" w:rsidRPr="00CA6856" w:rsidRDefault="00E82574" w:rsidP="00E82574">
    <w:pPr>
      <w:tabs>
        <w:tab w:val="left" w:pos="2835"/>
      </w:tabs>
      <w:jc w:val="right"/>
      <w:rPr>
        <w:rFonts w:ascii="Arial" w:hAnsi="Arial" w:cs="Arial"/>
        <w:b/>
        <w:sz w:val="22"/>
        <w:u w:val="single"/>
      </w:rPr>
    </w:pPr>
    <w:r w:rsidRPr="00CA6856">
      <w:rPr>
        <w:rFonts w:ascii="Arial" w:hAnsi="Arial" w:cs="Arial"/>
        <w:b/>
        <w:noProof/>
        <w:sz w:val="40"/>
        <w:u w:val="single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7F0A1E4C" wp14:editId="423945EA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9CD8C0" w14:textId="77777777" w:rsidR="00E82574" w:rsidRPr="00EB04D6" w:rsidRDefault="00E82574" w:rsidP="00E8257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0A1E4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436.1pt;margin-top:27.5pt;width:41.95pt;height:9.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O4Uxua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14:paraId="0A9CD8C0" w14:textId="77777777" w:rsidR="00E82574" w:rsidRPr="00EB04D6" w:rsidRDefault="00E82574" w:rsidP="00E8257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SL</w:t>
                    </w:r>
                  </w:p>
                </w:txbxContent>
              </v:textbox>
            </v:shape>
          </w:pict>
        </mc:Fallback>
      </mc:AlternateContent>
    </w:r>
    <w:r w:rsidRPr="00CA6856">
      <w:rPr>
        <w:rFonts w:ascii="Arial" w:hAnsi="Arial" w:cs="Arial"/>
        <w:b/>
        <w:noProof/>
        <w:u w:val="single"/>
      </w:rPr>
      <mc:AlternateContent>
        <mc:Choice Requires="wps">
          <w:drawing>
            <wp:anchor distT="0" distB="0" distL="114300" distR="114300" simplePos="0" relativeHeight="251660800" behindDoc="0" locked="0" layoutInCell="0" allowOverlap="1" wp14:anchorId="2A3C0909" wp14:editId="5C336EBE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9727A6" w14:textId="77777777" w:rsidR="00E82574" w:rsidRPr="00F73DA3" w:rsidRDefault="00E82574" w:rsidP="00E82574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438FE66B" w14:textId="77777777" w:rsidR="00E82574" w:rsidRPr="00F73DA3" w:rsidRDefault="00E82574" w:rsidP="00E82574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A3C0909" id="_x0000_s1029" type="#_x0000_t202" style="position:absolute;left:0;text-align:left;margin-left:80.8pt;margin-top:7.65pt;width:394pt;height:43.9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LtgotW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14:paraId="339727A6" w14:textId="77777777" w:rsidR="00E82574" w:rsidRPr="00F73DA3" w:rsidRDefault="00E82574" w:rsidP="00E82574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438FE66B" w14:textId="77777777" w:rsidR="00E82574" w:rsidRPr="00F73DA3" w:rsidRDefault="00E82574" w:rsidP="00E82574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 w:rsidRPr="00CA6856">
      <w:rPr>
        <w:rFonts w:ascii="Arial" w:hAnsi="Arial" w:cs="Arial"/>
        <w:b/>
        <w:noProof/>
        <w:u w:val="single"/>
      </w:rPr>
      <w:drawing>
        <wp:anchor distT="0" distB="0" distL="114300" distR="114300" simplePos="0" relativeHeight="251662848" behindDoc="0" locked="0" layoutInCell="0" allowOverlap="1" wp14:anchorId="3C2C4C03" wp14:editId="0A6CD287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5" name="Imagem 5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F85906D"/>
    <w:multiLevelType w:val="hybridMultilevel"/>
    <w:tmpl w:val="63313AB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230C2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DA6082"/>
    <w:multiLevelType w:val="hybridMultilevel"/>
    <w:tmpl w:val="A996256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DA3"/>
    <w:rsid w:val="00012789"/>
    <w:rsid w:val="00017E51"/>
    <w:rsid w:val="000371F6"/>
    <w:rsid w:val="00044BC5"/>
    <w:rsid w:val="00045276"/>
    <w:rsid w:val="00094490"/>
    <w:rsid w:val="00094960"/>
    <w:rsid w:val="000958D5"/>
    <w:rsid w:val="000B157E"/>
    <w:rsid w:val="000B5A33"/>
    <w:rsid w:val="000C4432"/>
    <w:rsid w:val="000E4176"/>
    <w:rsid w:val="000E5654"/>
    <w:rsid w:val="000F12F6"/>
    <w:rsid w:val="001049FA"/>
    <w:rsid w:val="00104EAC"/>
    <w:rsid w:val="00113F71"/>
    <w:rsid w:val="001141DC"/>
    <w:rsid w:val="00116A9A"/>
    <w:rsid w:val="00132A58"/>
    <w:rsid w:val="00141923"/>
    <w:rsid w:val="0014261F"/>
    <w:rsid w:val="00143545"/>
    <w:rsid w:val="001442B6"/>
    <w:rsid w:val="0014591F"/>
    <w:rsid w:val="001512EB"/>
    <w:rsid w:val="00153487"/>
    <w:rsid w:val="001630B5"/>
    <w:rsid w:val="00165173"/>
    <w:rsid w:val="00172969"/>
    <w:rsid w:val="00172E81"/>
    <w:rsid w:val="00181CD2"/>
    <w:rsid w:val="001859D9"/>
    <w:rsid w:val="00187D51"/>
    <w:rsid w:val="00195529"/>
    <w:rsid w:val="00196152"/>
    <w:rsid w:val="001B030B"/>
    <w:rsid w:val="001B2FD8"/>
    <w:rsid w:val="001B6873"/>
    <w:rsid w:val="001C5CBD"/>
    <w:rsid w:val="001D5457"/>
    <w:rsid w:val="001D560B"/>
    <w:rsid w:val="001D6624"/>
    <w:rsid w:val="001F13C3"/>
    <w:rsid w:val="001F38D3"/>
    <w:rsid w:val="001F5EDD"/>
    <w:rsid w:val="00200FC4"/>
    <w:rsid w:val="00204ED7"/>
    <w:rsid w:val="002111E6"/>
    <w:rsid w:val="002454AE"/>
    <w:rsid w:val="00251B7E"/>
    <w:rsid w:val="00253C82"/>
    <w:rsid w:val="0026473E"/>
    <w:rsid w:val="00276E98"/>
    <w:rsid w:val="00277FAA"/>
    <w:rsid w:val="0028541E"/>
    <w:rsid w:val="0028757F"/>
    <w:rsid w:val="00290F76"/>
    <w:rsid w:val="00296630"/>
    <w:rsid w:val="002A3426"/>
    <w:rsid w:val="002A7434"/>
    <w:rsid w:val="002B60B2"/>
    <w:rsid w:val="002B7AC0"/>
    <w:rsid w:val="002C08CD"/>
    <w:rsid w:val="002C2CD8"/>
    <w:rsid w:val="002C2ECA"/>
    <w:rsid w:val="002C4B2B"/>
    <w:rsid w:val="002D1901"/>
    <w:rsid w:val="002E69F7"/>
    <w:rsid w:val="002F02DB"/>
    <w:rsid w:val="003015C4"/>
    <w:rsid w:val="003140E7"/>
    <w:rsid w:val="00323F0F"/>
    <w:rsid w:val="00327C05"/>
    <w:rsid w:val="00334E2A"/>
    <w:rsid w:val="00337DA3"/>
    <w:rsid w:val="00355266"/>
    <w:rsid w:val="00355B0B"/>
    <w:rsid w:val="00363E43"/>
    <w:rsid w:val="0039016A"/>
    <w:rsid w:val="00397FF3"/>
    <w:rsid w:val="003B2E73"/>
    <w:rsid w:val="003B3208"/>
    <w:rsid w:val="003B7504"/>
    <w:rsid w:val="003C2140"/>
    <w:rsid w:val="003D69EC"/>
    <w:rsid w:val="003E580C"/>
    <w:rsid w:val="003E6FD0"/>
    <w:rsid w:val="003F2995"/>
    <w:rsid w:val="00407955"/>
    <w:rsid w:val="00410141"/>
    <w:rsid w:val="00412795"/>
    <w:rsid w:val="004145B3"/>
    <w:rsid w:val="00423BE2"/>
    <w:rsid w:val="004323D0"/>
    <w:rsid w:val="00432944"/>
    <w:rsid w:val="00433D16"/>
    <w:rsid w:val="00441C86"/>
    <w:rsid w:val="00443D62"/>
    <w:rsid w:val="004455DE"/>
    <w:rsid w:val="0045375C"/>
    <w:rsid w:val="00482FFF"/>
    <w:rsid w:val="00487D64"/>
    <w:rsid w:val="00493115"/>
    <w:rsid w:val="00495F26"/>
    <w:rsid w:val="00497FCC"/>
    <w:rsid w:val="004A24AA"/>
    <w:rsid w:val="004B4CF9"/>
    <w:rsid w:val="004C23C2"/>
    <w:rsid w:val="004C5A39"/>
    <w:rsid w:val="004D007D"/>
    <w:rsid w:val="004D3D15"/>
    <w:rsid w:val="004D6C88"/>
    <w:rsid w:val="004E15B1"/>
    <w:rsid w:val="004E1F55"/>
    <w:rsid w:val="004E46DA"/>
    <w:rsid w:val="004E6B56"/>
    <w:rsid w:val="004F07E3"/>
    <w:rsid w:val="004F139E"/>
    <w:rsid w:val="004F1BDA"/>
    <w:rsid w:val="004F39E9"/>
    <w:rsid w:val="004F409B"/>
    <w:rsid w:val="005008A7"/>
    <w:rsid w:val="00501826"/>
    <w:rsid w:val="005044B7"/>
    <w:rsid w:val="00505FD8"/>
    <w:rsid w:val="0051354F"/>
    <w:rsid w:val="00516457"/>
    <w:rsid w:val="00516BA0"/>
    <w:rsid w:val="00517F1C"/>
    <w:rsid w:val="00521A87"/>
    <w:rsid w:val="00547C94"/>
    <w:rsid w:val="00564368"/>
    <w:rsid w:val="005643AE"/>
    <w:rsid w:val="00570716"/>
    <w:rsid w:val="005722EE"/>
    <w:rsid w:val="005933C1"/>
    <w:rsid w:val="00595D12"/>
    <w:rsid w:val="005A0E82"/>
    <w:rsid w:val="005A1E96"/>
    <w:rsid w:val="005B3D21"/>
    <w:rsid w:val="005C3938"/>
    <w:rsid w:val="005C7328"/>
    <w:rsid w:val="005E138D"/>
    <w:rsid w:val="005E4EF3"/>
    <w:rsid w:val="005E70AE"/>
    <w:rsid w:val="005E7282"/>
    <w:rsid w:val="00624472"/>
    <w:rsid w:val="006358C1"/>
    <w:rsid w:val="0063641F"/>
    <w:rsid w:val="00641F8F"/>
    <w:rsid w:val="006426AE"/>
    <w:rsid w:val="00643D69"/>
    <w:rsid w:val="00654934"/>
    <w:rsid w:val="00665335"/>
    <w:rsid w:val="00670808"/>
    <w:rsid w:val="00681021"/>
    <w:rsid w:val="00682E6E"/>
    <w:rsid w:val="00683F8C"/>
    <w:rsid w:val="0069312F"/>
    <w:rsid w:val="006B01AC"/>
    <w:rsid w:val="006B0B8E"/>
    <w:rsid w:val="006B7948"/>
    <w:rsid w:val="006C377C"/>
    <w:rsid w:val="006D4711"/>
    <w:rsid w:val="006D6F7D"/>
    <w:rsid w:val="006E20A6"/>
    <w:rsid w:val="006E7E66"/>
    <w:rsid w:val="006F0764"/>
    <w:rsid w:val="006F57B2"/>
    <w:rsid w:val="00706764"/>
    <w:rsid w:val="00715F74"/>
    <w:rsid w:val="00721093"/>
    <w:rsid w:val="00721249"/>
    <w:rsid w:val="00725E66"/>
    <w:rsid w:val="007277AD"/>
    <w:rsid w:val="007309C7"/>
    <w:rsid w:val="0073383B"/>
    <w:rsid w:val="0073407F"/>
    <w:rsid w:val="0074393C"/>
    <w:rsid w:val="00751227"/>
    <w:rsid w:val="007618CD"/>
    <w:rsid w:val="007649ED"/>
    <w:rsid w:val="00772D41"/>
    <w:rsid w:val="00775A1B"/>
    <w:rsid w:val="00775A5D"/>
    <w:rsid w:val="0078186A"/>
    <w:rsid w:val="00782A55"/>
    <w:rsid w:val="007872EE"/>
    <w:rsid w:val="00792CA7"/>
    <w:rsid w:val="00796755"/>
    <w:rsid w:val="007A1638"/>
    <w:rsid w:val="007B1282"/>
    <w:rsid w:val="007B5EBA"/>
    <w:rsid w:val="007F0541"/>
    <w:rsid w:val="007F2542"/>
    <w:rsid w:val="007F75CA"/>
    <w:rsid w:val="0080197E"/>
    <w:rsid w:val="00812387"/>
    <w:rsid w:val="00832E2D"/>
    <w:rsid w:val="008354AF"/>
    <w:rsid w:val="008462C6"/>
    <w:rsid w:val="00861BC1"/>
    <w:rsid w:val="00862696"/>
    <w:rsid w:val="0087238C"/>
    <w:rsid w:val="00877E50"/>
    <w:rsid w:val="0088684B"/>
    <w:rsid w:val="008909A4"/>
    <w:rsid w:val="008A0EB2"/>
    <w:rsid w:val="008A5BD1"/>
    <w:rsid w:val="008B24FE"/>
    <w:rsid w:val="008B7D71"/>
    <w:rsid w:val="008D7272"/>
    <w:rsid w:val="008F09FA"/>
    <w:rsid w:val="008F2384"/>
    <w:rsid w:val="008F23FB"/>
    <w:rsid w:val="008F65B9"/>
    <w:rsid w:val="008F68F2"/>
    <w:rsid w:val="008F6A2F"/>
    <w:rsid w:val="008F7F2E"/>
    <w:rsid w:val="00900BCC"/>
    <w:rsid w:val="00923710"/>
    <w:rsid w:val="00941EE7"/>
    <w:rsid w:val="0094798A"/>
    <w:rsid w:val="00971330"/>
    <w:rsid w:val="009768E6"/>
    <w:rsid w:val="00981768"/>
    <w:rsid w:val="009A2ABD"/>
    <w:rsid w:val="009A4665"/>
    <w:rsid w:val="009B207E"/>
    <w:rsid w:val="009B32F8"/>
    <w:rsid w:val="009C7AB3"/>
    <w:rsid w:val="009D17A9"/>
    <w:rsid w:val="009D27FF"/>
    <w:rsid w:val="009D3DB0"/>
    <w:rsid w:val="009D50D4"/>
    <w:rsid w:val="009D7CFE"/>
    <w:rsid w:val="009E1F05"/>
    <w:rsid w:val="009F3646"/>
    <w:rsid w:val="009F4BF1"/>
    <w:rsid w:val="009F7D1A"/>
    <w:rsid w:val="009F7D6D"/>
    <w:rsid w:val="00A04349"/>
    <w:rsid w:val="00A34831"/>
    <w:rsid w:val="00A37770"/>
    <w:rsid w:val="00A46B01"/>
    <w:rsid w:val="00A50E2D"/>
    <w:rsid w:val="00A63322"/>
    <w:rsid w:val="00A64D1D"/>
    <w:rsid w:val="00A71A06"/>
    <w:rsid w:val="00A837AD"/>
    <w:rsid w:val="00A90C69"/>
    <w:rsid w:val="00A92CB9"/>
    <w:rsid w:val="00A95176"/>
    <w:rsid w:val="00AA7FB7"/>
    <w:rsid w:val="00AB0C63"/>
    <w:rsid w:val="00AB5D7D"/>
    <w:rsid w:val="00AC308F"/>
    <w:rsid w:val="00AC712C"/>
    <w:rsid w:val="00AD3140"/>
    <w:rsid w:val="00AE5049"/>
    <w:rsid w:val="00AF3111"/>
    <w:rsid w:val="00B062CB"/>
    <w:rsid w:val="00B1425C"/>
    <w:rsid w:val="00B1718D"/>
    <w:rsid w:val="00B22CA2"/>
    <w:rsid w:val="00B256BA"/>
    <w:rsid w:val="00B30876"/>
    <w:rsid w:val="00B42C2B"/>
    <w:rsid w:val="00B525C1"/>
    <w:rsid w:val="00B77143"/>
    <w:rsid w:val="00B877CC"/>
    <w:rsid w:val="00B970B6"/>
    <w:rsid w:val="00BA1565"/>
    <w:rsid w:val="00BA31CD"/>
    <w:rsid w:val="00BA4EF2"/>
    <w:rsid w:val="00BA72B2"/>
    <w:rsid w:val="00BB395E"/>
    <w:rsid w:val="00BC39F8"/>
    <w:rsid w:val="00BD0260"/>
    <w:rsid w:val="00BD3C47"/>
    <w:rsid w:val="00BD6707"/>
    <w:rsid w:val="00C00BFF"/>
    <w:rsid w:val="00C021F8"/>
    <w:rsid w:val="00C06BEA"/>
    <w:rsid w:val="00C32DB9"/>
    <w:rsid w:val="00C361FA"/>
    <w:rsid w:val="00C36E68"/>
    <w:rsid w:val="00C41BE4"/>
    <w:rsid w:val="00C44D39"/>
    <w:rsid w:val="00C512CD"/>
    <w:rsid w:val="00C54F34"/>
    <w:rsid w:val="00C7796A"/>
    <w:rsid w:val="00C90B88"/>
    <w:rsid w:val="00C9332C"/>
    <w:rsid w:val="00C97AFD"/>
    <w:rsid w:val="00CA6856"/>
    <w:rsid w:val="00CA759E"/>
    <w:rsid w:val="00CB2BAB"/>
    <w:rsid w:val="00CB777C"/>
    <w:rsid w:val="00CC65AB"/>
    <w:rsid w:val="00CD0105"/>
    <w:rsid w:val="00CE1C52"/>
    <w:rsid w:val="00CE27D3"/>
    <w:rsid w:val="00CE601F"/>
    <w:rsid w:val="00CF2076"/>
    <w:rsid w:val="00D01B6D"/>
    <w:rsid w:val="00D023FA"/>
    <w:rsid w:val="00D070C5"/>
    <w:rsid w:val="00D07D53"/>
    <w:rsid w:val="00D108F3"/>
    <w:rsid w:val="00D14EB1"/>
    <w:rsid w:val="00D2072E"/>
    <w:rsid w:val="00D23DAB"/>
    <w:rsid w:val="00D33691"/>
    <w:rsid w:val="00D427FE"/>
    <w:rsid w:val="00D42CEA"/>
    <w:rsid w:val="00D46100"/>
    <w:rsid w:val="00D61318"/>
    <w:rsid w:val="00D63EAC"/>
    <w:rsid w:val="00D655AD"/>
    <w:rsid w:val="00D70CEC"/>
    <w:rsid w:val="00D91228"/>
    <w:rsid w:val="00DA2A0E"/>
    <w:rsid w:val="00DB48F6"/>
    <w:rsid w:val="00DC2CE9"/>
    <w:rsid w:val="00DD13D2"/>
    <w:rsid w:val="00DD1754"/>
    <w:rsid w:val="00DD1EAD"/>
    <w:rsid w:val="00DD4293"/>
    <w:rsid w:val="00DE0860"/>
    <w:rsid w:val="00DE1A56"/>
    <w:rsid w:val="00DE511D"/>
    <w:rsid w:val="00DE688B"/>
    <w:rsid w:val="00DF41A5"/>
    <w:rsid w:val="00E07B13"/>
    <w:rsid w:val="00E101DB"/>
    <w:rsid w:val="00E11F92"/>
    <w:rsid w:val="00E14F37"/>
    <w:rsid w:val="00E27A32"/>
    <w:rsid w:val="00E30089"/>
    <w:rsid w:val="00E3022D"/>
    <w:rsid w:val="00E3531F"/>
    <w:rsid w:val="00E4210C"/>
    <w:rsid w:val="00E4469D"/>
    <w:rsid w:val="00E750FC"/>
    <w:rsid w:val="00E769C2"/>
    <w:rsid w:val="00E82574"/>
    <w:rsid w:val="00E86C30"/>
    <w:rsid w:val="00E90C30"/>
    <w:rsid w:val="00EA0032"/>
    <w:rsid w:val="00EA5D71"/>
    <w:rsid w:val="00EB04D6"/>
    <w:rsid w:val="00EB2744"/>
    <w:rsid w:val="00EB3077"/>
    <w:rsid w:val="00EC5D96"/>
    <w:rsid w:val="00ED2065"/>
    <w:rsid w:val="00ED472A"/>
    <w:rsid w:val="00EE4BBB"/>
    <w:rsid w:val="00EE7366"/>
    <w:rsid w:val="00EF2952"/>
    <w:rsid w:val="00EF4D49"/>
    <w:rsid w:val="00F136FA"/>
    <w:rsid w:val="00F23FE1"/>
    <w:rsid w:val="00F27349"/>
    <w:rsid w:val="00F27895"/>
    <w:rsid w:val="00F420E5"/>
    <w:rsid w:val="00F47770"/>
    <w:rsid w:val="00F57EF8"/>
    <w:rsid w:val="00F638A1"/>
    <w:rsid w:val="00F72E0C"/>
    <w:rsid w:val="00F73DA3"/>
    <w:rsid w:val="00F74915"/>
    <w:rsid w:val="00F7630C"/>
    <w:rsid w:val="00F84DC0"/>
    <w:rsid w:val="00F86E71"/>
    <w:rsid w:val="00F97345"/>
    <w:rsid w:val="00FA3CFC"/>
    <w:rsid w:val="00FB253C"/>
    <w:rsid w:val="00FB5461"/>
    <w:rsid w:val="00FC78F4"/>
    <w:rsid w:val="00FD05C0"/>
    <w:rsid w:val="00FE28F8"/>
    <w:rsid w:val="00FF4192"/>
    <w:rsid w:val="4FB4E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B4E6E7"/>
  <w15:docId w15:val="{492C693B-9A8E-4A18-899C-EE8BF7E57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327C05"/>
    <w:pPr>
      <w:ind w:left="720"/>
      <w:contextualSpacing/>
    </w:pPr>
    <w:rPr>
      <w:rFonts w:eastAsiaTheme="minorHAnsi"/>
    </w:rPr>
  </w:style>
  <w:style w:type="paragraph" w:customStyle="1" w:styleId="Default">
    <w:name w:val="Default"/>
    <w:basedOn w:val="Normal"/>
    <w:rsid w:val="00327C05"/>
    <w:pPr>
      <w:autoSpaceDE w:val="0"/>
      <w:autoSpaceDN w:val="0"/>
    </w:pPr>
    <w:rPr>
      <w:rFonts w:ascii="Tahoma" w:eastAsiaTheme="minorHAnsi" w:hAnsi="Tahoma" w:cs="Tahom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74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Meus%20documentos\Documento%20padr&#227;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Documento padrão.dotx</Template>
  <TotalTime>185</TotalTime>
  <Pages>1</Pages>
  <Words>167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Bento Sales Neto</dc:creator>
  <cp:keywords/>
  <cp:lastModifiedBy>Moacir Bento Sales Neto</cp:lastModifiedBy>
  <cp:revision>25</cp:revision>
  <cp:lastPrinted>2018-08-30T20:32:00Z</cp:lastPrinted>
  <dcterms:created xsi:type="dcterms:W3CDTF">2018-08-06T14:40:00Z</dcterms:created>
  <dcterms:modified xsi:type="dcterms:W3CDTF">2018-10-24T15:03:00Z</dcterms:modified>
</cp:coreProperties>
</file>